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работы</w:t>
      </w: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Ученого совета Дагестанского ГАУ</w:t>
      </w: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2016-2017 учебный год</w:t>
      </w: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27 сентября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2016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Default="004D59CF" w:rsidP="006F25E4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 итогах нового набора студентов в 2016 году.</w:t>
      </w:r>
    </w:p>
    <w:p w:rsidR="004D59CF" w:rsidRDefault="004D59CF" w:rsidP="007E182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Ректор З.М. Джамбулатов</w:t>
      </w:r>
    </w:p>
    <w:p w:rsidR="004D59CF" w:rsidRDefault="004D59CF" w:rsidP="006F25E4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готовности к государственной аккредитации по программам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готовки научно-педагогических кадров (аспирантура)</w:t>
      </w:r>
    </w:p>
    <w:p w:rsidR="004D59CF" w:rsidRDefault="004D59CF" w:rsidP="007E182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аспирантурой и докторантурой  Д.С. Магомедова</w:t>
      </w:r>
    </w:p>
    <w:p w:rsidR="004D59CF" w:rsidRDefault="004D59CF" w:rsidP="002A3B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 работе кафедры физики</w:t>
      </w:r>
    </w:p>
    <w:p w:rsidR="004D59CF" w:rsidRDefault="004D59CF" w:rsidP="007E182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А.М. Юсуфов</w:t>
      </w:r>
    </w:p>
    <w:p w:rsidR="004D59CF" w:rsidRDefault="004D59CF" w:rsidP="006F25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Разное </w:t>
      </w: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25 октября </w:t>
      </w:r>
      <w:smartTag w:uri="urn:schemas-microsoft-com:office:smarttags" w:element="metricconverter">
        <w:smartTagPr>
          <w:attr w:name="ProductID" w:val="2017 г"/>
        </w:smartTagPr>
        <w:smartTag w:uri="urn:schemas-microsoft-com:office:smarttags" w:element="metricconverter">
          <w:smartTagPr>
            <w:attr w:name="ProductID" w:val="2017 г"/>
          </w:smartTagPr>
          <w:r>
            <w:rPr>
              <w:rFonts w:ascii="Times New Roman" w:hAnsi="Times New Roman"/>
              <w:b/>
              <w:sz w:val="28"/>
              <w:szCs w:val="28"/>
              <w:u w:val="single"/>
            </w:rPr>
            <w:t>2016 г</w:t>
          </w:r>
        </w:smartTag>
        <w:r>
          <w:rPr>
            <w:rFonts w:ascii="Times New Roman" w:hAnsi="Times New Roman"/>
            <w:b/>
            <w:sz w:val="28"/>
            <w:szCs w:val="28"/>
            <w:u w:val="single"/>
          </w:rPr>
          <w:t>.</w:t>
        </w:r>
      </w:smartTag>
    </w:p>
    <w:p w:rsidR="004D59CF" w:rsidRDefault="004D59CF" w:rsidP="00F500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готовности кафедр к реализации новых учебных планов</w:t>
      </w:r>
    </w:p>
    <w:p w:rsidR="004D59CF" w:rsidRDefault="004D59CF" w:rsidP="00544DE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СМК Н.А. Юсуфов</w:t>
      </w:r>
    </w:p>
    <w:p w:rsidR="004D59CF" w:rsidRDefault="004D59CF" w:rsidP="006F25E4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паразитологии, ВСЭ, акушерства и хирургии</w:t>
      </w:r>
    </w:p>
    <w:p w:rsidR="004D59CF" w:rsidRDefault="004D59CF" w:rsidP="00544DED">
      <w:pPr>
        <w:spacing w:after="0"/>
        <w:ind w:left="993"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УМУ М.М. Джамалдиева</w:t>
      </w:r>
    </w:p>
    <w:p w:rsidR="004D59CF" w:rsidRDefault="004D59CF" w:rsidP="002A3BF9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 работе кафедры экологии и защиты растений</w:t>
      </w:r>
    </w:p>
    <w:p w:rsidR="004D59CF" w:rsidRDefault="004D59CF" w:rsidP="00544DED">
      <w:pPr>
        <w:spacing w:after="0"/>
        <w:ind w:left="993"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М.Б. Халилов</w:t>
      </w:r>
    </w:p>
    <w:p w:rsidR="004D59CF" w:rsidRDefault="004D59CF" w:rsidP="006F25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Конкурсное замещение должностей</w:t>
      </w:r>
    </w:p>
    <w:p w:rsidR="004D59CF" w:rsidRPr="00CB7201" w:rsidRDefault="004D59CF" w:rsidP="006F25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Разное</w:t>
      </w: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29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2016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Default="004D59CF" w:rsidP="008E6B9B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качестве подготовки специалистов на инженерном факультете</w:t>
      </w:r>
    </w:p>
    <w:p w:rsidR="004D59CF" w:rsidRDefault="004D59CF" w:rsidP="00544DE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Декан И.В. Мусаева</w:t>
      </w:r>
    </w:p>
    <w:p w:rsidR="004D59CF" w:rsidRPr="00A058AA" w:rsidRDefault="004D59CF" w:rsidP="002D2CAA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A058AA">
        <w:rPr>
          <w:rFonts w:ascii="Times New Roman" w:hAnsi="Times New Roman"/>
          <w:sz w:val="28"/>
          <w:szCs w:val="28"/>
        </w:rPr>
        <w:t>2. О состоянии физкультурно-оздоровительной работы и перспективах  ее развития в университете</w:t>
      </w:r>
    </w:p>
    <w:p w:rsidR="004D59CF" w:rsidRPr="00A058AA" w:rsidRDefault="004D59CF" w:rsidP="00544DE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058AA">
        <w:rPr>
          <w:rFonts w:ascii="Times New Roman" w:hAnsi="Times New Roman"/>
          <w:sz w:val="28"/>
          <w:szCs w:val="28"/>
        </w:rPr>
        <w:t>Зав. кафедрой А.Д. Ибрагимов</w:t>
      </w:r>
    </w:p>
    <w:p w:rsidR="004D59CF" w:rsidRDefault="004D59CF" w:rsidP="006F25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4D59CF" w:rsidRDefault="004D59CF" w:rsidP="006F25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</w:t>
      </w: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D59CF" w:rsidRDefault="004D59CF" w:rsidP="006F25E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27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2016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Default="004D59CF" w:rsidP="005B68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 итогах государственной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аккредитации программ аспирантуры</w:t>
      </w:r>
    </w:p>
    <w:p w:rsidR="004D59CF" w:rsidRDefault="004D59CF" w:rsidP="0079608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С.А. Курбанов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землеустройства и кадастров</w:t>
      </w:r>
    </w:p>
    <w:p w:rsidR="004D59CF" w:rsidRDefault="004D59CF" w:rsidP="0079608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Декан Д.А. Ремиханова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9CF" w:rsidRDefault="004D59CF" w:rsidP="008E6B9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26 января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2017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Default="004D59CF" w:rsidP="005B68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 итогах НИР университета за 2016 год и планах на 2017 год</w:t>
      </w:r>
    </w:p>
    <w:p w:rsidR="004D59CF" w:rsidRDefault="004D59CF" w:rsidP="00BE48E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М.Д. Мукаилов</w:t>
      </w:r>
    </w:p>
    <w:p w:rsidR="004D59CF" w:rsidRDefault="004D59CF" w:rsidP="002D2C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кормления, разведения и генетики с.-х. животных</w:t>
      </w:r>
    </w:p>
    <w:p w:rsidR="004D59CF" w:rsidRDefault="004D59CF" w:rsidP="00BE48E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Б.Д. Паштаев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Разное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9CF" w:rsidRDefault="004D59CF" w:rsidP="008E6B9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72642">
        <w:rPr>
          <w:rFonts w:ascii="Times New Roman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Pr="00072642">
        <w:rPr>
          <w:rFonts w:ascii="Times New Roman" w:hAnsi="Times New Roman"/>
          <w:b/>
          <w:sz w:val="28"/>
          <w:szCs w:val="28"/>
          <w:u w:val="single"/>
        </w:rPr>
        <w:t xml:space="preserve"> февраля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2017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Pr="00C369A8" w:rsidRDefault="004D59CF" w:rsidP="008E6B9B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качестве ВКР на факультете ветеринарной медицины</w:t>
      </w:r>
    </w:p>
    <w:p w:rsidR="004D59CF" w:rsidRPr="00F50008" w:rsidRDefault="004D59CF" w:rsidP="00BE48E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Профессор Т.А. Исригова</w:t>
      </w:r>
    </w:p>
    <w:p w:rsidR="004D59CF" w:rsidRDefault="004D59CF" w:rsidP="002A3B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статистики и анализа</w:t>
      </w:r>
    </w:p>
    <w:p w:rsidR="004D59CF" w:rsidRDefault="004D59CF" w:rsidP="00BE48E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Декан Б.М. Гаджиев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4D59CF" w:rsidRPr="00F0143E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</w:t>
      </w:r>
    </w:p>
    <w:p w:rsidR="004D59CF" w:rsidRDefault="004D59CF" w:rsidP="008E6B9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D59CF" w:rsidRDefault="004D59CF" w:rsidP="008E6B9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30 марта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2017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Pr="00FF1728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F1728">
        <w:rPr>
          <w:rFonts w:ascii="Times New Roman" w:hAnsi="Times New Roman"/>
          <w:sz w:val="28"/>
          <w:szCs w:val="28"/>
        </w:rPr>
        <w:t>. Об эффективности работы методкомиссий факультетов</w:t>
      </w:r>
    </w:p>
    <w:p w:rsidR="004D59CF" w:rsidRDefault="004D59CF" w:rsidP="0079608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FF1728">
        <w:rPr>
          <w:rFonts w:ascii="Times New Roman" w:hAnsi="Times New Roman"/>
          <w:sz w:val="28"/>
          <w:szCs w:val="28"/>
        </w:rPr>
        <w:t>Председатель Методсовета М.З. Атагимов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работе кафедры организации и предпринимательства в АПК</w:t>
      </w:r>
    </w:p>
    <w:p w:rsidR="004D59CF" w:rsidRDefault="004D59CF" w:rsidP="0079608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А.Н. Мурзаева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</w:t>
      </w:r>
    </w:p>
    <w:p w:rsidR="004D59CF" w:rsidRDefault="004D59CF" w:rsidP="008E6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9CF" w:rsidRDefault="004D59CF" w:rsidP="005B683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27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2017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работе кафедры эпизоотологии</w:t>
      </w:r>
    </w:p>
    <w:p w:rsidR="004D59CF" w:rsidRDefault="004D59CF" w:rsidP="0079608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М.Г. Муслимов</w:t>
      </w:r>
    </w:p>
    <w:p w:rsidR="004D59CF" w:rsidRPr="00F50008" w:rsidRDefault="004D59CF" w:rsidP="005B68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50008">
        <w:rPr>
          <w:rFonts w:ascii="Times New Roman" w:hAnsi="Times New Roman"/>
          <w:sz w:val="28"/>
          <w:szCs w:val="28"/>
        </w:rPr>
        <w:t>О подготовке к 85-летию университета</w:t>
      </w:r>
    </w:p>
    <w:p w:rsidR="004D59CF" w:rsidRPr="00F50008" w:rsidRDefault="004D59CF" w:rsidP="0079608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А.А. Акавов</w:t>
      </w:r>
    </w:p>
    <w:p w:rsidR="004D59CF" w:rsidRDefault="004D59CF" w:rsidP="005B68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4D59CF" w:rsidRDefault="004D59CF" w:rsidP="005B68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</w:t>
      </w:r>
    </w:p>
    <w:p w:rsidR="004D59CF" w:rsidRDefault="004D59CF" w:rsidP="005B68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9CF" w:rsidRDefault="004D59CF" w:rsidP="005B68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9CF" w:rsidRDefault="004D59CF" w:rsidP="005B683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25 мая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2017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Pr="00FF1728" w:rsidRDefault="004D59CF" w:rsidP="00A058AA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F1728">
        <w:rPr>
          <w:rFonts w:ascii="Times New Roman" w:hAnsi="Times New Roman"/>
          <w:sz w:val="28"/>
          <w:szCs w:val="28"/>
        </w:rPr>
        <w:t xml:space="preserve">Итоги </w:t>
      </w:r>
      <w:r>
        <w:rPr>
          <w:rFonts w:ascii="Times New Roman" w:hAnsi="Times New Roman"/>
          <w:sz w:val="28"/>
          <w:szCs w:val="28"/>
        </w:rPr>
        <w:t xml:space="preserve">международной деятельности в 2016 году </w:t>
      </w:r>
      <w:r w:rsidRPr="00FF1728">
        <w:rPr>
          <w:rFonts w:ascii="Times New Roman" w:hAnsi="Times New Roman"/>
          <w:sz w:val="28"/>
          <w:szCs w:val="28"/>
        </w:rPr>
        <w:t>и перспективы ра</w:t>
      </w:r>
      <w:r w:rsidRPr="00FF1728">
        <w:rPr>
          <w:rFonts w:ascii="Times New Roman" w:hAnsi="Times New Roman"/>
          <w:sz w:val="28"/>
          <w:szCs w:val="28"/>
        </w:rPr>
        <w:t>з</w:t>
      </w:r>
      <w:r w:rsidRPr="00FF1728">
        <w:rPr>
          <w:rFonts w:ascii="Times New Roman" w:hAnsi="Times New Roman"/>
          <w:sz w:val="28"/>
          <w:szCs w:val="28"/>
        </w:rPr>
        <w:t>ви</w:t>
      </w:r>
      <w:r>
        <w:rPr>
          <w:rFonts w:ascii="Times New Roman" w:hAnsi="Times New Roman"/>
          <w:sz w:val="28"/>
          <w:szCs w:val="28"/>
        </w:rPr>
        <w:t>тия на 2017 год</w:t>
      </w:r>
    </w:p>
    <w:p w:rsidR="004D59CF" w:rsidRPr="00C369A8" w:rsidRDefault="004D59CF" w:rsidP="00796086">
      <w:pPr>
        <w:spacing w:after="0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  <w:r w:rsidRPr="00FF1728">
        <w:rPr>
          <w:rFonts w:ascii="Times New Roman" w:hAnsi="Times New Roman"/>
          <w:sz w:val="28"/>
          <w:szCs w:val="28"/>
        </w:rPr>
        <w:t xml:space="preserve">Проректор  </w:t>
      </w:r>
      <w:r w:rsidRPr="00A058AA">
        <w:rPr>
          <w:rFonts w:ascii="Times New Roman" w:hAnsi="Times New Roman"/>
          <w:sz w:val="28"/>
          <w:szCs w:val="28"/>
        </w:rPr>
        <w:t>М.М. Магомедрасулов</w:t>
      </w:r>
    </w:p>
    <w:p w:rsidR="004D59CF" w:rsidRDefault="004D59CF" w:rsidP="00A058AA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FF1728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Итоги воспитательной работы за 2016-2017 учебный год и план на 2017-2018 учебный год</w:t>
      </w:r>
    </w:p>
    <w:p w:rsidR="004D59CF" w:rsidRPr="00C369A8" w:rsidRDefault="004D59CF" w:rsidP="00796086">
      <w:pPr>
        <w:spacing w:after="0"/>
        <w:ind w:left="993" w:hanging="284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О.Р. Раджабов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Конкурсное замещение должностей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Разное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</w:p>
    <w:p w:rsidR="004D59CF" w:rsidRDefault="004D59CF" w:rsidP="005B6832">
      <w:pPr>
        <w:spacing w:after="0"/>
        <w:ind w:left="993" w:hanging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29 июня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sz w:val="28"/>
            <w:szCs w:val="28"/>
            <w:u w:val="single"/>
          </w:rPr>
          <w:t>2017 г</w:t>
        </w:r>
      </w:smartTag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 готовности к набору студентов на 2017-2018 учебный год</w:t>
      </w:r>
    </w:p>
    <w:p w:rsidR="004D59CF" w:rsidRDefault="004D59CF" w:rsidP="00796086">
      <w:pPr>
        <w:spacing w:after="0"/>
        <w:ind w:left="993"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Ректор З.М. Джамбулатов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 штатном расписании на новый 2017-2018 учебный год</w:t>
      </w:r>
    </w:p>
    <w:p w:rsidR="004D59CF" w:rsidRDefault="004D59CF" w:rsidP="00796086">
      <w:pPr>
        <w:spacing w:after="0"/>
        <w:ind w:left="993"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С.А. Курбанов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 плане работы Ученого совета университета на 2017-2018 учебный год</w:t>
      </w:r>
    </w:p>
    <w:p w:rsidR="004D59CF" w:rsidRDefault="004D59CF" w:rsidP="00796086">
      <w:pPr>
        <w:spacing w:after="0"/>
        <w:ind w:left="993"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С.А. Курбанов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Ученого </w:t>
      </w:r>
      <w:r w:rsidRPr="00A11E57">
        <w:rPr>
          <w:rFonts w:ascii="Times New Roman" w:hAnsi="Times New Roman"/>
          <w:b/>
          <w:sz w:val="28"/>
          <w:szCs w:val="28"/>
        </w:rPr>
        <w:t>совета                             З.М. Джамбулатов</w:t>
      </w:r>
    </w:p>
    <w:p w:rsidR="004D59CF" w:rsidRDefault="004D59CF" w:rsidP="005B6832">
      <w:pPr>
        <w:spacing w:after="0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</w:p>
    <w:p w:rsidR="004D59CF" w:rsidRPr="00A11E57" w:rsidRDefault="004D59CF" w:rsidP="005B6832">
      <w:p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Ученый секретарь                                                Г.И. Чубуркова</w:t>
      </w:r>
    </w:p>
    <w:p w:rsidR="004D59CF" w:rsidRPr="00AF122D" w:rsidRDefault="004D59CF" w:rsidP="00AF122D">
      <w:pPr>
        <w:ind w:firstLine="709"/>
        <w:rPr>
          <w:rFonts w:ascii="Times New Roman" w:hAnsi="Times New Roman"/>
          <w:sz w:val="28"/>
          <w:szCs w:val="28"/>
        </w:rPr>
      </w:pPr>
    </w:p>
    <w:sectPr w:rsidR="004D59CF" w:rsidRPr="00AF122D" w:rsidSect="0077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500"/>
    <w:rsid w:val="00072642"/>
    <w:rsid w:val="00096557"/>
    <w:rsid w:val="002A3BF9"/>
    <w:rsid w:val="002D2CAA"/>
    <w:rsid w:val="003E4AD0"/>
    <w:rsid w:val="00436500"/>
    <w:rsid w:val="00450419"/>
    <w:rsid w:val="004B1018"/>
    <w:rsid w:val="004D59CF"/>
    <w:rsid w:val="00544DED"/>
    <w:rsid w:val="005B6832"/>
    <w:rsid w:val="00624277"/>
    <w:rsid w:val="00677DE2"/>
    <w:rsid w:val="006F25E4"/>
    <w:rsid w:val="007316C8"/>
    <w:rsid w:val="007775AF"/>
    <w:rsid w:val="00796086"/>
    <w:rsid w:val="007E1827"/>
    <w:rsid w:val="008E6B9B"/>
    <w:rsid w:val="00922EFC"/>
    <w:rsid w:val="00A058AA"/>
    <w:rsid w:val="00A11E57"/>
    <w:rsid w:val="00A80E7B"/>
    <w:rsid w:val="00AF122D"/>
    <w:rsid w:val="00B03A20"/>
    <w:rsid w:val="00BE48EF"/>
    <w:rsid w:val="00C369A8"/>
    <w:rsid w:val="00C700DC"/>
    <w:rsid w:val="00CB7201"/>
    <w:rsid w:val="00D655E7"/>
    <w:rsid w:val="00EB6F35"/>
    <w:rsid w:val="00F0143E"/>
    <w:rsid w:val="00F50008"/>
    <w:rsid w:val="00FF1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5E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259</TotalTime>
  <Pages>3</Pages>
  <Words>413</Words>
  <Characters>2355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Admin</cp:lastModifiedBy>
  <cp:revision>13</cp:revision>
  <dcterms:created xsi:type="dcterms:W3CDTF">2016-06-26T14:16:00Z</dcterms:created>
  <dcterms:modified xsi:type="dcterms:W3CDTF">2016-09-08T12:06:00Z</dcterms:modified>
</cp:coreProperties>
</file>